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63393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1C5E00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1C5E00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1C5E00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1C5E00">
        <w:tc>
          <w:tcPr>
            <w:tcW w:w="2689" w:type="dxa"/>
          </w:tcPr>
          <w:p w14:paraId="66C95A0B" w14:textId="5E532AA1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3C35">
              <w:t xml:space="preserve"> 1</w:t>
            </w:r>
          </w:p>
        </w:tc>
        <w:tc>
          <w:tcPr>
            <w:tcW w:w="6939" w:type="dxa"/>
          </w:tcPr>
          <w:p w14:paraId="55904E9B" w14:textId="61A3C6B0" w:rsidR="00F1480E" w:rsidRPr="00CC451E" w:rsidRDefault="00AC3C35" w:rsidP="00410F71">
            <w:pPr>
              <w:pStyle w:val="SIText"/>
            </w:pPr>
            <w:r>
              <w:t>This version released with RGR Racing</w:t>
            </w:r>
            <w:r w:rsidR="00337E82" w:rsidRPr="00CC451E">
              <w:t xml:space="preserve"> Training</w:t>
            </w:r>
            <w:r w:rsidR="00F1480E" w:rsidRPr="00CC451E">
              <w:t xml:space="preserve"> Package Version </w:t>
            </w:r>
            <w:r>
              <w:t>1.0</w:t>
            </w:r>
            <w:r w:rsidR="00F1480E" w:rsidRPr="00CC451E">
              <w:t>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50582C2E" w:rsidR="00F1480E" w:rsidRPr="00923720" w:rsidRDefault="00745591" w:rsidP="00410F71">
            <w:pPr>
              <w:pStyle w:val="SIQUALCODE"/>
            </w:pPr>
            <w:r>
              <w:t>RGR4</w:t>
            </w:r>
            <w:r w:rsidRPr="00AC3C35">
              <w:t>0</w:t>
            </w:r>
            <w:r w:rsidR="00410F71">
              <w:t>3</w:t>
            </w:r>
            <w:r w:rsidRPr="00AC3C35">
              <w:t>18</w:t>
            </w:r>
          </w:p>
        </w:tc>
        <w:tc>
          <w:tcPr>
            <w:tcW w:w="3604" w:type="pct"/>
            <w:shd w:val="clear" w:color="auto" w:fill="auto"/>
          </w:tcPr>
          <w:p w14:paraId="261D261B" w14:textId="1F52FDCE" w:rsidR="00F1480E" w:rsidRPr="00923720" w:rsidRDefault="00745591" w:rsidP="00AC3C35">
            <w:pPr>
              <w:pStyle w:val="SIQUALtitle"/>
            </w:pPr>
            <w:r w:rsidRPr="00AC3C35">
              <w:t>Certificate I</w:t>
            </w:r>
            <w:r>
              <w:t>V</w:t>
            </w:r>
            <w:r w:rsidRPr="00AC3C35">
              <w:t xml:space="preserve"> in Racing (</w:t>
            </w:r>
            <w:r>
              <w:t>Harness Race Driver</w:t>
            </w:r>
            <w:r w:rsidRPr="00AC3C35">
              <w:t>)</w:t>
            </w:r>
          </w:p>
        </w:tc>
      </w:tr>
      <w:tr w:rsidR="00AC3C35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4CAAE9DB" w14:textId="77777777" w:rsidR="00AC3C35" w:rsidRPr="00F07C48" w:rsidRDefault="00AC3C35" w:rsidP="00AC3C35">
            <w:pPr>
              <w:pStyle w:val="SITextHeading2"/>
            </w:pPr>
            <w:r w:rsidRPr="00F07C48">
              <w:t>Qualification Description</w:t>
            </w:r>
          </w:p>
          <w:p w14:paraId="749E5D03" w14:textId="77777777" w:rsidR="004B3D30" w:rsidRDefault="004B3D30" w:rsidP="004B3D30">
            <w:pPr>
              <w:pStyle w:val="SIText"/>
            </w:pPr>
            <w:r w:rsidRPr="008012E9">
              <w:t xml:space="preserve">This qualification reflects the role of </w:t>
            </w:r>
            <w:r>
              <w:t xml:space="preserve">individuals who are </w:t>
            </w:r>
            <w:r w:rsidRPr="009B0258">
              <w:t>harness race driver</w:t>
            </w:r>
            <w:r>
              <w:t>s. They are</w:t>
            </w:r>
            <w:r w:rsidRPr="009B0258">
              <w:t xml:space="preserve"> independent professional sportsperson</w:t>
            </w:r>
            <w:r>
              <w:t>s</w:t>
            </w:r>
            <w:r w:rsidRPr="009B0258">
              <w:t xml:space="preserve"> licensed by harness racing industry authorities to compete in industry-regulated competit</w:t>
            </w:r>
            <w:r>
              <w:t>ion.</w:t>
            </w:r>
          </w:p>
          <w:p w14:paraId="7A632942" w14:textId="77777777" w:rsidR="004B3D30" w:rsidRDefault="004B3D30" w:rsidP="004B3D30">
            <w:pPr>
              <w:pStyle w:val="SIText"/>
            </w:pPr>
          </w:p>
          <w:p w14:paraId="4932BBD7" w14:textId="77777777" w:rsidR="004B3D30" w:rsidRDefault="004B3D30" w:rsidP="004B3D30">
            <w:pPr>
              <w:pStyle w:val="SIText"/>
            </w:pPr>
            <w:r>
              <w:t>Their work requires a</w:t>
            </w:r>
            <w:r w:rsidRPr="008012E9">
              <w:t xml:space="preserve"> high degree of skill in handling large </w:t>
            </w:r>
            <w:r>
              <w:t>horses</w:t>
            </w:r>
            <w:r w:rsidRPr="008012E9">
              <w:t xml:space="preserve"> racing at speed</w:t>
            </w:r>
            <w:r>
              <w:t xml:space="preserve"> and a thorough knowledge of the </w:t>
            </w:r>
            <w:r w:rsidRPr="009B0258">
              <w:t>rules and legal procedures</w:t>
            </w:r>
            <w:r>
              <w:t xml:space="preserve"> for the </w:t>
            </w:r>
            <w:r w:rsidRPr="00D55432">
              <w:t xml:space="preserve">relevant </w:t>
            </w:r>
            <w:r>
              <w:t>racing code. As they are</w:t>
            </w:r>
            <w:r w:rsidRPr="008012E9">
              <w:t xml:space="preserve"> </w:t>
            </w:r>
            <w:r w:rsidRPr="009B0258">
              <w:t>responsible for organising their own work</w:t>
            </w:r>
            <w:r>
              <w:t xml:space="preserve"> and </w:t>
            </w:r>
            <w:r w:rsidRPr="009B0258">
              <w:t>generat</w:t>
            </w:r>
            <w:r>
              <w:t xml:space="preserve">ing income they require skills in </w:t>
            </w:r>
            <w:r w:rsidRPr="009B0258">
              <w:t>analys</w:t>
            </w:r>
            <w:r>
              <w:t>ing</w:t>
            </w:r>
            <w:r w:rsidRPr="009B0258">
              <w:t xml:space="preserve"> information from a variety of sources</w:t>
            </w:r>
            <w:r>
              <w:t xml:space="preserve">, and the ability to </w:t>
            </w:r>
            <w:r w:rsidRPr="008012E9">
              <w:t>compet</w:t>
            </w:r>
            <w:r>
              <w:t xml:space="preserve">e </w:t>
            </w:r>
            <w:r w:rsidRPr="008012E9">
              <w:t>with peers</w:t>
            </w:r>
            <w:r>
              <w:t>,</w:t>
            </w:r>
            <w:r w:rsidRPr="008012E9">
              <w:t xml:space="preserve"> market</w:t>
            </w:r>
            <w:r>
              <w:t xml:space="preserve"> their</w:t>
            </w:r>
            <w:r w:rsidRPr="008012E9">
              <w:t xml:space="preserve"> services effectively</w:t>
            </w:r>
            <w:r>
              <w:t xml:space="preserve"> and adhere to </w:t>
            </w:r>
            <w:r w:rsidRPr="008012E9">
              <w:t xml:space="preserve">rules </w:t>
            </w:r>
            <w:r>
              <w:t xml:space="preserve">to maintain reputation and avoid </w:t>
            </w:r>
            <w:r w:rsidRPr="008012E9">
              <w:t xml:space="preserve">fines or suspension. </w:t>
            </w:r>
            <w:r>
              <w:t xml:space="preserve"> </w:t>
            </w:r>
          </w:p>
          <w:p w14:paraId="3A5D127A" w14:textId="77777777" w:rsidR="004B3D30" w:rsidRPr="008012E9" w:rsidRDefault="004B3D30" w:rsidP="004B3D30">
            <w:pPr>
              <w:pStyle w:val="SIText"/>
            </w:pPr>
          </w:p>
          <w:p w14:paraId="450D831D" w14:textId="2E2FFF57" w:rsidR="00AC3C35" w:rsidRPr="00856837" w:rsidRDefault="004B3D30" w:rsidP="004B3D30">
            <w:pPr>
              <w:pStyle w:val="SIText"/>
              <w:rPr>
                <w:color w:val="000000" w:themeColor="text1"/>
              </w:rPr>
            </w:pPr>
            <w:r w:rsidRPr="008012E9">
              <w:t xml:space="preserve">This qualification is required for industry licensing and registration in some states and territories. </w:t>
            </w:r>
            <w:r>
              <w:t>Users are advised to check with</w:t>
            </w:r>
            <w:r w:rsidRPr="008012E9">
              <w:t xml:space="preserve"> </w:t>
            </w:r>
            <w:r>
              <w:t>the relevant</w:t>
            </w:r>
            <w:r w:rsidRPr="008012E9">
              <w:t xml:space="preserve"> Principal Racing Authority for </w:t>
            </w:r>
            <w:r>
              <w:t>current requirements.</w:t>
            </w:r>
          </w:p>
        </w:tc>
      </w:tr>
      <w:tr w:rsidR="00AC3C35" w:rsidRPr="00963A46" w14:paraId="7B108CEE" w14:textId="77777777" w:rsidTr="00AC3C35">
        <w:trPr>
          <w:trHeight w:val="827"/>
        </w:trPr>
        <w:tc>
          <w:tcPr>
            <w:tcW w:w="5000" w:type="pct"/>
            <w:gridSpan w:val="2"/>
            <w:shd w:val="clear" w:color="auto" w:fill="auto"/>
          </w:tcPr>
          <w:p w14:paraId="695BD91A" w14:textId="77777777" w:rsidR="00AC3C35" w:rsidRDefault="00AC3C35" w:rsidP="00AC3C35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30C100A" w14:textId="77777777" w:rsidR="00AC3C35" w:rsidRDefault="00AC3C35" w:rsidP="00AC3C35">
            <w:pPr>
              <w:pStyle w:val="SIText"/>
            </w:pPr>
            <w:r>
              <w:t>There are no entry requirements for this qualification.</w:t>
            </w:r>
          </w:p>
          <w:p w14:paraId="70D01DB5" w14:textId="77777777" w:rsidR="00AC3C35" w:rsidRPr="008908DE" w:rsidRDefault="00AC3C35" w:rsidP="00AC3C35">
            <w:pPr>
              <w:pStyle w:val="SIText"/>
            </w:pPr>
          </w:p>
        </w:tc>
      </w:tr>
      <w:tr w:rsidR="00AC3C35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C3C35" w:rsidRPr="00856837" w:rsidRDefault="00AC3C35" w:rsidP="00AC3C35">
            <w:pPr>
              <w:pStyle w:val="SITextHeading2"/>
            </w:pPr>
            <w:r w:rsidRPr="00856837">
              <w:t>Packaging Rules</w:t>
            </w:r>
          </w:p>
          <w:p w14:paraId="7F954312" w14:textId="77777777" w:rsidR="00AC3C35" w:rsidRPr="00AA1D1B" w:rsidRDefault="00AC3C35" w:rsidP="00AC3C35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2DB9F012" w14:textId="6B5C5FF4" w:rsidR="004B3D30" w:rsidRDefault="004B3D30" w:rsidP="004B3D30">
            <w:pPr>
              <w:pStyle w:val="SIBulletList1"/>
            </w:pPr>
            <w:r>
              <w:t>2</w:t>
            </w:r>
            <w:r w:rsidR="006F110D">
              <w:t>1</w:t>
            </w:r>
            <w:r>
              <w:t>units of competency:</w:t>
            </w:r>
          </w:p>
          <w:p w14:paraId="513BBA0E" w14:textId="0AC0E1C4" w:rsidR="004B3D30" w:rsidRPr="000C490A" w:rsidRDefault="004B3D30" w:rsidP="004B3D30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</w:t>
            </w:r>
            <w:r w:rsidR="008913D1">
              <w:t>6</w:t>
            </w:r>
            <w:r w:rsidRPr="000C490A">
              <w:t xml:space="preserve"> core units plus</w:t>
            </w:r>
          </w:p>
          <w:p w14:paraId="7B5D8AEA" w14:textId="6D8C84AF" w:rsidR="004B3D30" w:rsidRDefault="008913D1" w:rsidP="004B3D30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Pr="000C490A">
              <w:t xml:space="preserve"> </w:t>
            </w:r>
            <w:r w:rsidR="004B3D30" w:rsidRPr="000C490A">
              <w:t>elective units.</w:t>
            </w:r>
          </w:p>
          <w:p w14:paraId="3319507D" w14:textId="77777777" w:rsidR="004B3D30" w:rsidRPr="000C490A" w:rsidRDefault="004B3D30" w:rsidP="004B3D30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894F8D7" w14:textId="68BB8DE5" w:rsidR="008913D1" w:rsidRDefault="008913D1" w:rsidP="004B3D30">
            <w:pPr>
              <w:pStyle w:val="SIBulletList1"/>
            </w:pPr>
            <w:r>
              <w:t>At least 3 electives from the list below</w:t>
            </w:r>
          </w:p>
          <w:p w14:paraId="29EEA1C1" w14:textId="2F9053F7" w:rsidR="00AC3C35" w:rsidRDefault="008913D1">
            <w:pPr>
              <w:pStyle w:val="SIBulletList1"/>
            </w:pPr>
            <w:r>
              <w:t>U</w:t>
            </w:r>
            <w:r w:rsidR="004B3D30" w:rsidRPr="000C490A">
              <w:t xml:space="preserve">p to </w:t>
            </w:r>
            <w:r>
              <w:t>2</w:t>
            </w:r>
            <w:r w:rsidR="004B3D30" w:rsidRPr="000C490A">
              <w:t xml:space="preserve"> from the electives </w:t>
            </w:r>
            <w:r>
              <w:t>below</w:t>
            </w:r>
            <w:r w:rsidR="004B3D30" w:rsidRPr="000C490A">
              <w:t>, or any currently endorsed Training Package or accredited course.</w:t>
            </w:r>
          </w:p>
          <w:p w14:paraId="13528D60" w14:textId="3AB0C126" w:rsidR="008913D1" w:rsidRDefault="008913D1" w:rsidP="00F26C77">
            <w:pPr>
              <w:pStyle w:val="SIText"/>
            </w:pPr>
          </w:p>
        </w:tc>
      </w:tr>
      <w:tr w:rsidR="00AC3C35" w:rsidRPr="00963A46" w14:paraId="50B93594" w14:textId="77777777" w:rsidTr="00B929E7">
        <w:trPr>
          <w:trHeight w:val="5831"/>
        </w:trPr>
        <w:tc>
          <w:tcPr>
            <w:tcW w:w="5000" w:type="pct"/>
            <w:gridSpan w:val="2"/>
            <w:shd w:val="clear" w:color="auto" w:fill="auto"/>
          </w:tcPr>
          <w:p w14:paraId="0233C2C3" w14:textId="77777777" w:rsidR="00AC3C35" w:rsidRDefault="00AC3C35" w:rsidP="00AC3C35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p w14:paraId="7C87B756" w14:textId="77777777" w:rsidR="00AC3C35" w:rsidRPr="002F7B2F" w:rsidRDefault="00AC3C35" w:rsidP="00AC3C35">
            <w:pPr>
              <w:pStyle w:val="SIText"/>
            </w:pPr>
          </w:p>
          <w:p w14:paraId="16C367F8" w14:textId="77777777" w:rsidR="00AC3C35" w:rsidRPr="00856837" w:rsidRDefault="00AC3C35" w:rsidP="00AC3C35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11"/>
              <w:gridCol w:w="5670"/>
            </w:tblGrid>
            <w:tr w:rsidR="00AB3667" w:rsidRPr="005C7EA8" w14:paraId="008B4367" w14:textId="77777777" w:rsidTr="00F26C77">
              <w:tc>
                <w:tcPr>
                  <w:tcW w:w="2011" w:type="dxa"/>
                  <w:vAlign w:val="center"/>
                </w:tcPr>
                <w:p w14:paraId="50023655" w14:textId="3D67703E" w:rsidR="00AB3667" w:rsidRPr="00DC75B1" w:rsidRDefault="00AB3667" w:rsidP="00AB3667">
                  <w:pPr>
                    <w:pStyle w:val="SIText"/>
                  </w:pPr>
                  <w:r w:rsidRPr="00A448BF">
                    <w:t>ACMEQU208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7FEB4A38" w14:textId="4449E107" w:rsidR="00AB3667" w:rsidRPr="00DC75B1" w:rsidRDefault="00AB3667" w:rsidP="00AB3667">
                  <w:pPr>
                    <w:pStyle w:val="SIText"/>
                  </w:pPr>
                  <w:r w:rsidRPr="00A448BF">
                    <w:t>Manage personal health and fitness</w:t>
                  </w:r>
                  <w:r>
                    <w:t xml:space="preserve"> for working with horses</w:t>
                  </w:r>
                </w:p>
              </w:tc>
            </w:tr>
            <w:tr w:rsidR="008913D1" w:rsidRPr="005C7EA8" w14:paraId="53A13F8E" w14:textId="77777777" w:rsidTr="0092599A">
              <w:tc>
                <w:tcPr>
                  <w:tcW w:w="2011" w:type="dxa"/>
                  <w:vAlign w:val="center"/>
                </w:tcPr>
                <w:p w14:paraId="52075121" w14:textId="3FF37F56" w:rsidR="008913D1" w:rsidRPr="00A448BF" w:rsidRDefault="008913D1" w:rsidP="00AB3667">
                  <w:pPr>
                    <w:pStyle w:val="SIText"/>
                  </w:pPr>
                  <w:r>
                    <w:t>BSBWHS201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7DC04197" w14:textId="1890BBBF" w:rsidR="008913D1" w:rsidRPr="00A448BF" w:rsidRDefault="008913D1" w:rsidP="00AB3667">
                  <w:pPr>
                    <w:pStyle w:val="SIText"/>
                  </w:pPr>
                  <w:r>
                    <w:t>Contribute to health and safety of self and others</w:t>
                  </w:r>
                </w:p>
              </w:tc>
            </w:tr>
            <w:tr w:rsidR="00AB3667" w:rsidRPr="005C7EA8" w14:paraId="62C99FD5" w14:textId="77777777" w:rsidTr="004B3D30">
              <w:tc>
                <w:tcPr>
                  <w:tcW w:w="2011" w:type="dxa"/>
                  <w:vAlign w:val="center"/>
                </w:tcPr>
                <w:p w14:paraId="2EE8EC61" w14:textId="6333727C" w:rsidR="00AB3667" w:rsidRPr="00250326" w:rsidRDefault="00AB3667" w:rsidP="00AB3667">
                  <w:pPr>
                    <w:pStyle w:val="SIText"/>
                    <w:rPr>
                      <w:rFonts w:eastAsia="Calibri"/>
                    </w:rPr>
                  </w:pPr>
                  <w:r>
                    <w:t>RGRPSH201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8C1182F" w14:textId="3ED7CEA1" w:rsidR="00AB3667" w:rsidRPr="00250326" w:rsidRDefault="00AB3667" w:rsidP="00AB3667">
                  <w:pPr>
                    <w:pStyle w:val="SIText"/>
                    <w:rPr>
                      <w:rFonts w:eastAsia="Calibri"/>
                    </w:rPr>
                  </w:pPr>
                  <w:r>
                    <w:t>Handle racehorses in stables and at trackwork</w:t>
                  </w:r>
                </w:p>
              </w:tc>
            </w:tr>
            <w:tr w:rsidR="00AB3667" w:rsidRPr="005C7EA8" w14:paraId="1DC5097A" w14:textId="77777777" w:rsidTr="004B3D30">
              <w:tc>
                <w:tcPr>
                  <w:tcW w:w="2011" w:type="dxa"/>
                  <w:vAlign w:val="center"/>
                </w:tcPr>
                <w:p w14:paraId="0A499A9B" w14:textId="0185B1D0" w:rsidR="00AB3667" w:rsidRPr="00250326" w:rsidRDefault="00AB3667" w:rsidP="00AB3667">
                  <w:pPr>
                    <w:pStyle w:val="SIText"/>
                  </w:pPr>
                  <w:r w:rsidRPr="00A448BF">
                    <w:t>RGRCMN20</w:t>
                  </w:r>
                  <w:r>
                    <w:t>3</w:t>
                  </w:r>
                </w:p>
              </w:tc>
              <w:tc>
                <w:tcPr>
                  <w:tcW w:w="5670" w:type="dxa"/>
                  <w:vAlign w:val="center"/>
                </w:tcPr>
                <w:p w14:paraId="44BCE5B4" w14:textId="6F4209E2" w:rsidR="00AB3667" w:rsidRPr="00250326" w:rsidRDefault="00AB3667" w:rsidP="00AB3667">
                  <w:pPr>
                    <w:pStyle w:val="SIText"/>
                  </w:pPr>
                  <w:r w:rsidRPr="00A448BF">
                    <w:t>Comply with racing industry ethics and integrity</w:t>
                  </w:r>
                </w:p>
              </w:tc>
            </w:tr>
            <w:tr w:rsidR="00AB3667" w:rsidRPr="005C7EA8" w14:paraId="7DD356F1" w14:textId="77777777" w:rsidTr="004B3D30">
              <w:tc>
                <w:tcPr>
                  <w:tcW w:w="2011" w:type="dxa"/>
                  <w:vAlign w:val="center"/>
                </w:tcPr>
                <w:p w14:paraId="2B09540E" w14:textId="42BAD03E" w:rsidR="00AB3667" w:rsidRPr="00250326" w:rsidRDefault="00AB3667" w:rsidP="00AB3667">
                  <w:pPr>
                    <w:pStyle w:val="SIText"/>
                  </w:pPr>
                  <w:r w:rsidRPr="00A448BF">
                    <w:t>RGRCMN30</w:t>
                  </w:r>
                  <w:r>
                    <w:t>5</w:t>
                  </w:r>
                </w:p>
              </w:tc>
              <w:tc>
                <w:tcPr>
                  <w:tcW w:w="5670" w:type="dxa"/>
                  <w:vAlign w:val="center"/>
                </w:tcPr>
                <w:p w14:paraId="1FEA628C" w14:textId="3356015A" w:rsidR="00AB3667" w:rsidRPr="00250326" w:rsidRDefault="00AB3667">
                  <w:pPr>
                    <w:pStyle w:val="SIText"/>
                  </w:pPr>
                  <w:r w:rsidRPr="00A448BF">
                    <w:t xml:space="preserve">Participate in </w:t>
                  </w:r>
                  <w:r w:rsidR="008913D1">
                    <w:t xml:space="preserve">racing </w:t>
                  </w:r>
                  <w:r w:rsidRPr="00A448BF">
                    <w:t>protests</w:t>
                  </w:r>
                  <w:r w:rsidR="008913D1">
                    <w:t xml:space="preserve"> and</w:t>
                  </w:r>
                  <w:r w:rsidRPr="00A448BF">
                    <w:t xml:space="preserve"> inquiries </w:t>
                  </w:r>
                </w:p>
              </w:tc>
            </w:tr>
            <w:tr w:rsidR="00AB3667" w:rsidRPr="005C7EA8" w14:paraId="05D6CCB2" w14:textId="77777777" w:rsidTr="004B3D30">
              <w:tc>
                <w:tcPr>
                  <w:tcW w:w="2011" w:type="dxa"/>
                  <w:vAlign w:val="center"/>
                </w:tcPr>
                <w:p w14:paraId="2FBB63B2" w14:textId="3CA1B322" w:rsidR="00AB3667" w:rsidRPr="00250326" w:rsidRDefault="00AB3667" w:rsidP="00AB3667">
                  <w:pPr>
                    <w:pStyle w:val="SIText"/>
                  </w:pPr>
                  <w:r w:rsidRPr="00A448BF">
                    <w:t>RGRPSH203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42EC7F27" w14:textId="20A22101" w:rsidR="00AB3667" w:rsidRPr="00250326" w:rsidRDefault="00AB3667" w:rsidP="00AB3667">
                  <w:pPr>
                    <w:pStyle w:val="SIText"/>
                  </w:pPr>
                  <w:r w:rsidRPr="00A448BF">
                    <w:t>Perform basic driving tasks</w:t>
                  </w:r>
                </w:p>
              </w:tc>
            </w:tr>
            <w:tr w:rsidR="00AB3667" w:rsidRPr="005C7EA8" w14:paraId="04582E23" w14:textId="77777777" w:rsidTr="004B3D30">
              <w:tc>
                <w:tcPr>
                  <w:tcW w:w="2011" w:type="dxa"/>
                  <w:vAlign w:val="center"/>
                </w:tcPr>
                <w:p w14:paraId="1C776DC2" w14:textId="4B90BB6B" w:rsidR="00AB3667" w:rsidRPr="00250326" w:rsidRDefault="00AB3667" w:rsidP="00AB3667">
                  <w:pPr>
                    <w:pStyle w:val="SIText"/>
                  </w:pPr>
                  <w:r w:rsidRPr="00A448BF">
                    <w:t>RGRPSH204</w:t>
                  </w:r>
                  <w:r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2CBA5B95" w14:textId="72B5DB58" w:rsidR="00AB3667" w:rsidRPr="00250326" w:rsidRDefault="00AB3667" w:rsidP="00AB3667">
                  <w:pPr>
                    <w:pStyle w:val="SIText"/>
                  </w:pPr>
                  <w:r w:rsidRPr="00A448BF">
                    <w:t>Prepare to drive jog work</w:t>
                  </w:r>
                </w:p>
              </w:tc>
            </w:tr>
            <w:tr w:rsidR="00AB3667" w:rsidRPr="005C7EA8" w14:paraId="4152B1AA" w14:textId="77777777" w:rsidTr="004B3D30">
              <w:tc>
                <w:tcPr>
                  <w:tcW w:w="2011" w:type="dxa"/>
                  <w:vAlign w:val="center"/>
                </w:tcPr>
                <w:p w14:paraId="677F4A41" w14:textId="19CC8976" w:rsidR="00AB3667" w:rsidRPr="00250326" w:rsidRDefault="00AB3667" w:rsidP="00AB3667">
                  <w:pPr>
                    <w:pStyle w:val="SIText"/>
                  </w:pPr>
                  <w:r w:rsidRPr="00A448BF">
                    <w:t>RGRPSH209</w:t>
                  </w:r>
                  <w:r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195086DE" w14:textId="75DB998E" w:rsidR="00AB3667" w:rsidRPr="00250326" w:rsidRDefault="00AB3667" w:rsidP="00AB3667">
                  <w:pPr>
                    <w:pStyle w:val="SIText"/>
                  </w:pPr>
                  <w:r w:rsidRPr="00A448BF">
                    <w:t>Attend horses at race meetings and trials</w:t>
                  </w:r>
                </w:p>
              </w:tc>
            </w:tr>
            <w:tr w:rsidR="00AB3667" w:rsidRPr="005C7EA8" w14:paraId="3BBE6317" w14:textId="77777777" w:rsidTr="004B3D30">
              <w:tc>
                <w:tcPr>
                  <w:tcW w:w="2011" w:type="dxa"/>
                </w:tcPr>
                <w:p w14:paraId="646C303C" w14:textId="049ECBC9" w:rsidR="00AB3667" w:rsidRPr="00250326" w:rsidRDefault="00AB3667" w:rsidP="00AB3667">
                  <w:pPr>
                    <w:pStyle w:val="SIText"/>
                  </w:pPr>
                  <w:r w:rsidRPr="00A448BF">
                    <w:t>RGRPSH211</w:t>
                  </w:r>
                </w:p>
              </w:tc>
              <w:tc>
                <w:tcPr>
                  <w:tcW w:w="5670" w:type="dxa"/>
                </w:tcPr>
                <w:p w14:paraId="25835E1E" w14:textId="5AFC8069" w:rsidR="00AB3667" w:rsidRPr="00250326" w:rsidRDefault="00AB3667" w:rsidP="00AB3667">
                  <w:pPr>
                    <w:pStyle w:val="SIText"/>
                  </w:pPr>
                  <w:r w:rsidRPr="00A448BF">
                    <w:t>Work effectively in the horse racing industry</w:t>
                  </w:r>
                </w:p>
              </w:tc>
            </w:tr>
            <w:tr w:rsidR="00AB3667" w:rsidRPr="005C7EA8" w14:paraId="16DBB974" w14:textId="77777777" w:rsidTr="004B3D30">
              <w:tc>
                <w:tcPr>
                  <w:tcW w:w="2011" w:type="dxa"/>
                  <w:vAlign w:val="center"/>
                </w:tcPr>
                <w:p w14:paraId="1C769762" w14:textId="0F983D85" w:rsidR="00AB3667" w:rsidRPr="00250326" w:rsidRDefault="00AB3667" w:rsidP="00AB3667">
                  <w:pPr>
                    <w:pStyle w:val="SIText"/>
                  </w:pPr>
                  <w:r w:rsidRPr="00A448BF">
                    <w:t>RGRPSH304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0C9A4F2A" w14:textId="057EB809" w:rsidR="00AB3667" w:rsidRPr="00250326" w:rsidRDefault="00AB3667">
                  <w:pPr>
                    <w:pStyle w:val="SIText"/>
                  </w:pPr>
                  <w:r w:rsidRPr="00A448BF">
                    <w:t xml:space="preserve">Identify factors that affect racehorse </w:t>
                  </w:r>
                  <w:r w:rsidR="008913D1">
                    <w:t>fitness and suitability to race</w:t>
                  </w:r>
                </w:p>
              </w:tc>
            </w:tr>
            <w:tr w:rsidR="00AB3667" w:rsidRPr="005C7EA8" w14:paraId="54E8701A" w14:textId="77777777" w:rsidTr="004B3D30">
              <w:tc>
                <w:tcPr>
                  <w:tcW w:w="2011" w:type="dxa"/>
                  <w:vAlign w:val="center"/>
                </w:tcPr>
                <w:p w14:paraId="11EDB981" w14:textId="3C4654E9" w:rsidR="00AB3667" w:rsidRPr="00250326" w:rsidRDefault="00AB3667" w:rsidP="00AB3667">
                  <w:pPr>
                    <w:pStyle w:val="SIText"/>
                  </w:pPr>
                  <w:r w:rsidRPr="00A448BF">
                    <w:t>RGRPSH305</w:t>
                  </w:r>
                  <w:r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67F24907" w14:textId="71344A94" w:rsidR="00AB3667" w:rsidRPr="00250326" w:rsidRDefault="00AB3667" w:rsidP="00AB3667">
                  <w:pPr>
                    <w:pStyle w:val="SIText"/>
                  </w:pPr>
                  <w:r w:rsidRPr="00A448BF">
                    <w:t>Develop driving skills for trackwork</w:t>
                  </w:r>
                </w:p>
              </w:tc>
            </w:tr>
            <w:tr w:rsidR="00AB3667" w:rsidRPr="005C7EA8" w14:paraId="10EB1968" w14:textId="77777777" w:rsidTr="004B3D30">
              <w:tc>
                <w:tcPr>
                  <w:tcW w:w="2011" w:type="dxa"/>
                </w:tcPr>
                <w:p w14:paraId="7EDC1FC7" w14:textId="7E1E0B18" w:rsidR="00AB3667" w:rsidRPr="00250326" w:rsidRDefault="00AB3667" w:rsidP="00AB3667">
                  <w:pPr>
                    <w:pStyle w:val="SIText"/>
                  </w:pPr>
                  <w:r w:rsidRPr="00A448BF">
                    <w:t>RGRPSH310</w:t>
                  </w:r>
                </w:p>
              </w:tc>
              <w:tc>
                <w:tcPr>
                  <w:tcW w:w="5670" w:type="dxa"/>
                </w:tcPr>
                <w:p w14:paraId="5DBC03D0" w14:textId="619C9752" w:rsidR="00AB3667" w:rsidRPr="00250326" w:rsidRDefault="00AB3667" w:rsidP="00AB3667">
                  <w:pPr>
                    <w:pStyle w:val="SIText"/>
                  </w:pPr>
                  <w:r w:rsidRPr="00A448BF">
                    <w:t>Prepare for self-management in racing</w:t>
                  </w:r>
                </w:p>
              </w:tc>
            </w:tr>
            <w:tr w:rsidR="00AB3667" w:rsidRPr="005C7EA8" w14:paraId="57D9A580" w14:textId="77777777" w:rsidTr="004B3D30">
              <w:tc>
                <w:tcPr>
                  <w:tcW w:w="2011" w:type="dxa"/>
                </w:tcPr>
                <w:p w14:paraId="64B0C278" w14:textId="4F660B84" w:rsidR="00AB3667" w:rsidRPr="00250326" w:rsidRDefault="00AB3667" w:rsidP="00AB3667">
                  <w:pPr>
                    <w:pStyle w:val="SIText"/>
                  </w:pPr>
                  <w:r w:rsidRPr="00A448BF">
                    <w:t>RGRPSH402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6C2162D6" w14:textId="18D4A1EB" w:rsidR="00AB3667" w:rsidRPr="00250326" w:rsidRDefault="00AB3667" w:rsidP="00AB3667">
                  <w:pPr>
                    <w:pStyle w:val="SIText"/>
                  </w:pPr>
                  <w:r w:rsidRPr="00A448BF">
                    <w:t>Drive horses in pacework and fast work</w:t>
                  </w:r>
                </w:p>
              </w:tc>
            </w:tr>
            <w:tr w:rsidR="00AB3667" w:rsidRPr="005C7EA8" w14:paraId="0CFAD929" w14:textId="77777777" w:rsidTr="004B3D30">
              <w:tc>
                <w:tcPr>
                  <w:tcW w:w="2011" w:type="dxa"/>
                </w:tcPr>
                <w:p w14:paraId="06665DA7" w14:textId="1670435C" w:rsidR="00AB3667" w:rsidRPr="00250326" w:rsidRDefault="00AB3667" w:rsidP="00AB3667">
                  <w:pPr>
                    <w:pStyle w:val="SIText"/>
                  </w:pPr>
                  <w:r w:rsidRPr="00A448BF">
                    <w:t>RGRPSH410</w:t>
                  </w:r>
                </w:p>
              </w:tc>
              <w:tc>
                <w:tcPr>
                  <w:tcW w:w="5670" w:type="dxa"/>
                </w:tcPr>
                <w:p w14:paraId="20238039" w14:textId="5CE9DFF6" w:rsidR="00AB3667" w:rsidRPr="00250326" w:rsidRDefault="00AB3667" w:rsidP="00AB3667">
                  <w:pPr>
                    <w:pStyle w:val="SIText"/>
                  </w:pPr>
                  <w:r w:rsidRPr="00A448BF">
                    <w:t>Prepare for race driving</w:t>
                  </w:r>
                </w:p>
              </w:tc>
            </w:tr>
            <w:tr w:rsidR="00AB3667" w:rsidRPr="005C7EA8" w14:paraId="13B57384" w14:textId="77777777" w:rsidTr="004B3D30">
              <w:tc>
                <w:tcPr>
                  <w:tcW w:w="2011" w:type="dxa"/>
                </w:tcPr>
                <w:p w14:paraId="0E69B431" w14:textId="5EE9EE63" w:rsidR="00AB3667" w:rsidRPr="00250326" w:rsidRDefault="00AB3667" w:rsidP="00AB3667">
                  <w:pPr>
                    <w:pStyle w:val="SIText"/>
                  </w:pPr>
                  <w:r w:rsidRPr="00A448BF">
                    <w:t>RGRPSH411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08327B6B" w14:textId="0AA96429" w:rsidR="00AB3667" w:rsidRPr="00250326" w:rsidRDefault="00AB3667" w:rsidP="00AB3667">
                  <w:pPr>
                    <w:pStyle w:val="SIText"/>
                  </w:pPr>
                  <w:r>
                    <w:t>D</w:t>
                  </w:r>
                  <w:r w:rsidRPr="00A448BF">
                    <w:t>rive horses in trials</w:t>
                  </w:r>
                </w:p>
              </w:tc>
            </w:tr>
            <w:tr w:rsidR="00AB3667" w:rsidRPr="005C7EA8" w14:paraId="05D2A28E" w14:textId="77777777" w:rsidTr="004B3D30">
              <w:tc>
                <w:tcPr>
                  <w:tcW w:w="2011" w:type="dxa"/>
                </w:tcPr>
                <w:p w14:paraId="3A969568" w14:textId="72A0A1F9" w:rsidR="00AB3667" w:rsidRPr="00A448BF" w:rsidRDefault="00AB3667" w:rsidP="00AB3667">
                  <w:pPr>
                    <w:pStyle w:val="SIText"/>
                  </w:pPr>
                  <w:r w:rsidRPr="00A448BF">
                    <w:t>RGRPSH412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3DEE9B8F" w14:textId="7729BFDA" w:rsidR="00AB3667" w:rsidRPr="00A448BF" w:rsidRDefault="00AB3667" w:rsidP="00AB3667">
                  <w:pPr>
                    <w:pStyle w:val="SIText"/>
                  </w:pPr>
                  <w:r>
                    <w:t>D</w:t>
                  </w:r>
                  <w:r w:rsidRPr="00A448BF">
                    <w:t>rive horses in races</w:t>
                  </w:r>
                </w:p>
              </w:tc>
            </w:tr>
          </w:tbl>
          <w:p w14:paraId="331D58E9" w14:textId="77777777" w:rsidR="00AC3C35" w:rsidRDefault="00AC3C35" w:rsidP="004B3D30">
            <w:pPr>
              <w:pStyle w:val="SIText"/>
            </w:pPr>
          </w:p>
          <w:p w14:paraId="07E8A0D7" w14:textId="77777777" w:rsidR="00AC3C35" w:rsidRDefault="00AC3C35" w:rsidP="00AC3C35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73"/>
              <w:gridCol w:w="5670"/>
            </w:tblGrid>
            <w:tr w:rsidR="00DC371E" w:rsidRPr="005C7EA8" w14:paraId="18D5BBC7" w14:textId="77777777" w:rsidTr="00DC371E">
              <w:tc>
                <w:tcPr>
                  <w:tcW w:w="1973" w:type="dxa"/>
                  <w:vAlign w:val="center"/>
                </w:tcPr>
                <w:p w14:paraId="77BD7493" w14:textId="47F5C0E7" w:rsidR="00DC371E" w:rsidRPr="002F7B2F" w:rsidRDefault="00DC371E" w:rsidP="00DC371E">
                  <w:pPr>
                    <w:pStyle w:val="SIText"/>
                  </w:pPr>
                  <w:r>
                    <w:t>BSBSMB303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3A2E2F34" w14:textId="39F64ACA" w:rsidR="00DC371E" w:rsidRPr="002F7B2F" w:rsidRDefault="00DC371E" w:rsidP="00DC371E">
                  <w:pPr>
                    <w:pStyle w:val="SIText"/>
                  </w:pPr>
                  <w:r>
                    <w:t>Organise finances for the micro-business</w:t>
                  </w:r>
                </w:p>
              </w:tc>
            </w:tr>
            <w:tr w:rsidR="00DC371E" w:rsidRPr="005C7EA8" w14:paraId="2F1DD534" w14:textId="77777777" w:rsidTr="00DC371E">
              <w:tc>
                <w:tcPr>
                  <w:tcW w:w="1973" w:type="dxa"/>
                  <w:vAlign w:val="center"/>
                </w:tcPr>
                <w:p w14:paraId="5A918B9F" w14:textId="389FFE4D" w:rsidR="00DC371E" w:rsidRPr="002F7B2F" w:rsidRDefault="00DC371E" w:rsidP="00DC371E">
                  <w:pPr>
                    <w:pStyle w:val="SIText"/>
                  </w:pPr>
                  <w:r>
                    <w:lastRenderedPageBreak/>
                    <w:t xml:space="preserve">BSBSMB305 </w:t>
                  </w:r>
                </w:p>
              </w:tc>
              <w:tc>
                <w:tcPr>
                  <w:tcW w:w="5670" w:type="dxa"/>
                  <w:vAlign w:val="center"/>
                </w:tcPr>
                <w:p w14:paraId="1CA633CC" w14:textId="6CEB9E6C" w:rsidR="00DC371E" w:rsidRPr="002F7B2F" w:rsidRDefault="00DC371E" w:rsidP="00DC371E">
                  <w:pPr>
                    <w:pStyle w:val="SIText"/>
                  </w:pPr>
                  <w:r>
                    <w:t>Comply with regulatory, taxation and insurance requirements for the micro-business</w:t>
                  </w:r>
                </w:p>
              </w:tc>
            </w:tr>
            <w:tr w:rsidR="00DC371E" w:rsidRPr="005C7EA8" w14:paraId="2C8171D9" w14:textId="77777777" w:rsidTr="00DC371E">
              <w:tc>
                <w:tcPr>
                  <w:tcW w:w="1973" w:type="dxa"/>
                  <w:vAlign w:val="center"/>
                </w:tcPr>
                <w:p w14:paraId="2688F94B" w14:textId="262975E5" w:rsidR="00DC371E" w:rsidRPr="002F7B2F" w:rsidRDefault="00DC371E" w:rsidP="00DC371E">
                  <w:pPr>
                    <w:pStyle w:val="SIText"/>
                  </w:pPr>
                  <w:r w:rsidRPr="003F2B3A">
                    <w:t>BSBFIA301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FD07E12" w14:textId="1F9C91F5" w:rsidR="00DC371E" w:rsidRPr="002F7B2F" w:rsidRDefault="00DC371E" w:rsidP="00DC371E">
                  <w:pPr>
                    <w:pStyle w:val="SIText"/>
                  </w:pPr>
                  <w:r>
                    <w:t>Maintain financial records</w:t>
                  </w:r>
                </w:p>
              </w:tc>
            </w:tr>
            <w:tr w:rsidR="00DC371E" w:rsidRPr="005C7EA8" w14:paraId="067C9EB3" w14:textId="77777777" w:rsidTr="00DC371E">
              <w:tc>
                <w:tcPr>
                  <w:tcW w:w="1973" w:type="dxa"/>
                  <w:vAlign w:val="center"/>
                </w:tcPr>
                <w:p w14:paraId="7CF96EAA" w14:textId="54982D95" w:rsidR="00DC371E" w:rsidRPr="002F7B2F" w:rsidRDefault="00DC371E" w:rsidP="00DC371E">
                  <w:pPr>
                    <w:pStyle w:val="SIText"/>
                  </w:pPr>
                  <w:r w:rsidRPr="003F2B3A">
                    <w:t>BSBFIA303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081771FD" w14:textId="6D199534" w:rsidR="00DC371E" w:rsidRPr="002F7B2F" w:rsidRDefault="00DC371E" w:rsidP="00DC371E">
                  <w:pPr>
                    <w:pStyle w:val="SIText"/>
                  </w:pPr>
                  <w:r w:rsidRPr="003F2B3A">
                    <w:t>Process accounts payable and receivable</w:t>
                  </w:r>
                </w:p>
              </w:tc>
            </w:tr>
            <w:tr w:rsidR="00DC371E" w:rsidRPr="005C7EA8" w14:paraId="6CD207FA" w14:textId="77777777" w:rsidTr="00DC371E">
              <w:tc>
                <w:tcPr>
                  <w:tcW w:w="1973" w:type="dxa"/>
                  <w:vAlign w:val="center"/>
                </w:tcPr>
                <w:p w14:paraId="75E0FDCF" w14:textId="097DD133" w:rsidR="00DC371E" w:rsidRPr="002F7B2F" w:rsidRDefault="00DC371E" w:rsidP="00DC371E">
                  <w:pPr>
                    <w:pStyle w:val="SIText"/>
                  </w:pPr>
                  <w:r w:rsidRPr="003F2B3A">
                    <w:t>BSBINM301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5375E4A9" w14:textId="3ACF34D2" w:rsidR="00DC371E" w:rsidRPr="002F7B2F" w:rsidRDefault="00DC371E" w:rsidP="00DC371E">
                  <w:pPr>
                    <w:pStyle w:val="SIText"/>
                  </w:pPr>
                  <w:r w:rsidRPr="003F2B3A">
                    <w:t>Organise workplace information</w:t>
                  </w:r>
                  <w:r w:rsidRPr="003F2B3A">
                    <w:tab/>
                  </w:r>
                </w:p>
              </w:tc>
            </w:tr>
            <w:tr w:rsidR="00AB3667" w:rsidRPr="005C7EA8" w14:paraId="5406CEA6" w14:textId="77777777" w:rsidTr="00DC371E">
              <w:tc>
                <w:tcPr>
                  <w:tcW w:w="1973" w:type="dxa"/>
                  <w:vAlign w:val="center"/>
                </w:tcPr>
                <w:p w14:paraId="28A8D570" w14:textId="2432A952" w:rsidR="00AB3667" w:rsidRPr="003F2B3A" w:rsidRDefault="00AB3667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7010EAA6" w14:textId="469681A9" w:rsidR="00AB3667" w:rsidRPr="003F2B3A" w:rsidRDefault="00AB3667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DC371E" w:rsidRPr="005C7EA8" w14:paraId="530224EA" w14:textId="77777777" w:rsidTr="00DC371E">
              <w:tc>
                <w:tcPr>
                  <w:tcW w:w="1973" w:type="dxa"/>
                  <w:vAlign w:val="center"/>
                </w:tcPr>
                <w:p w14:paraId="54D537F2" w14:textId="7DD91F46" w:rsidR="00DC371E" w:rsidRPr="002F7B2F" w:rsidRDefault="00DC371E" w:rsidP="00DC371E">
                  <w:pPr>
                    <w:pStyle w:val="SIText"/>
                  </w:pPr>
                  <w:r w:rsidRPr="00E211CB">
                    <w:t xml:space="preserve">PSPGEN052 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D00FFD" w14:textId="293953D0" w:rsidR="00DC371E" w:rsidRPr="002F7B2F" w:rsidRDefault="00DC371E" w:rsidP="00DC371E">
                  <w:pPr>
                    <w:pStyle w:val="SIText"/>
                  </w:pPr>
                  <w:r w:rsidRPr="00E211CB">
                    <w:t>Undertake and promote career management</w:t>
                  </w:r>
                </w:p>
              </w:tc>
            </w:tr>
            <w:tr w:rsidR="00DC371E" w:rsidRPr="005C7EA8" w14:paraId="04865406" w14:textId="77777777" w:rsidTr="006F110D">
              <w:trPr>
                <w:trHeight w:val="70"/>
              </w:trPr>
              <w:tc>
                <w:tcPr>
                  <w:tcW w:w="1973" w:type="dxa"/>
                </w:tcPr>
                <w:p w14:paraId="5088E0D4" w14:textId="17511F24" w:rsidR="00DC371E" w:rsidRPr="002F7B2F" w:rsidRDefault="00DC371E" w:rsidP="00DC371E">
                  <w:pPr>
                    <w:pStyle w:val="SIText"/>
                  </w:pPr>
                  <w:r>
                    <w:t>PSPGEN032</w:t>
                  </w:r>
                </w:p>
              </w:tc>
              <w:tc>
                <w:tcPr>
                  <w:tcW w:w="5670" w:type="dxa"/>
                </w:tcPr>
                <w:p w14:paraId="2E260B25" w14:textId="77823E18" w:rsidR="00DC371E" w:rsidRPr="002F7B2F" w:rsidRDefault="00DC371E" w:rsidP="00DC371E">
                  <w:pPr>
                    <w:pStyle w:val="SIText"/>
                  </w:pPr>
                  <w:r w:rsidRPr="00A448BF">
                    <w:t>Deal with conflict</w:t>
                  </w:r>
                </w:p>
              </w:tc>
            </w:tr>
            <w:tr w:rsidR="00DC371E" w:rsidRPr="005C7EA8" w14:paraId="26CD7502" w14:textId="77777777" w:rsidTr="00DC371E">
              <w:tc>
                <w:tcPr>
                  <w:tcW w:w="1973" w:type="dxa"/>
                  <w:vAlign w:val="center"/>
                </w:tcPr>
                <w:p w14:paraId="30522BE5" w14:textId="5A951DB9" w:rsidR="00DC371E" w:rsidRPr="002F7B2F" w:rsidRDefault="00DC371E" w:rsidP="00DC371E">
                  <w:pPr>
                    <w:pStyle w:val="SIText"/>
                  </w:pPr>
                  <w:r w:rsidRPr="00A448BF">
                    <w:t>RGRCMN402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5B6AAF21" w14:textId="25A2178D" w:rsidR="00DC371E" w:rsidRPr="002F7B2F" w:rsidRDefault="00DC371E" w:rsidP="00DC371E">
                  <w:pPr>
                    <w:pStyle w:val="SIText"/>
                  </w:pPr>
                  <w:r w:rsidRPr="00A448BF">
                    <w:t>Participate in media interviews for racing</w:t>
                  </w:r>
                </w:p>
              </w:tc>
            </w:tr>
            <w:tr w:rsidR="00DC371E" w:rsidRPr="005C7EA8" w14:paraId="733E71C2" w14:textId="77777777" w:rsidTr="00DC371E">
              <w:tc>
                <w:tcPr>
                  <w:tcW w:w="1973" w:type="dxa"/>
                  <w:vAlign w:val="center"/>
                </w:tcPr>
                <w:p w14:paraId="330E9668" w14:textId="566E51CA" w:rsidR="00DC371E" w:rsidRPr="002F7B2F" w:rsidRDefault="00DC371E" w:rsidP="00DC371E">
                  <w:pPr>
                    <w:pStyle w:val="SIText"/>
                  </w:pPr>
                  <w:r w:rsidRPr="00A448BF">
                    <w:t>RGRPSH418</w:t>
                  </w:r>
                </w:p>
              </w:tc>
              <w:tc>
                <w:tcPr>
                  <w:tcW w:w="5670" w:type="dxa"/>
                  <w:vAlign w:val="center"/>
                </w:tcPr>
                <w:p w14:paraId="51ACF4F6" w14:textId="61449CDB" w:rsidR="00DC371E" w:rsidRPr="002F7B2F" w:rsidRDefault="00DC371E" w:rsidP="00DC371E">
                  <w:pPr>
                    <w:pStyle w:val="SIText"/>
                  </w:pPr>
                  <w:r w:rsidRPr="00A448BF">
                    <w:t>Set goals to improve racing performance</w:t>
                  </w:r>
                </w:p>
              </w:tc>
            </w:tr>
            <w:tr w:rsidR="00DC371E" w:rsidRPr="005C7EA8" w14:paraId="71E2E94A" w14:textId="77777777" w:rsidTr="00DC371E">
              <w:tc>
                <w:tcPr>
                  <w:tcW w:w="1973" w:type="dxa"/>
                </w:tcPr>
                <w:p w14:paraId="7FDBF838" w14:textId="19CDC706" w:rsidR="00DC371E" w:rsidRDefault="00DC371E" w:rsidP="00DC371E">
                  <w:pPr>
                    <w:pStyle w:val="SIText"/>
                    <w:rPr>
                      <w:rStyle w:val="CommentReference"/>
                      <w:lang w:eastAsia="en-AU"/>
                    </w:rPr>
                  </w:pPr>
                  <w:r w:rsidRPr="00E211CB">
                    <w:t>SISXEMR001</w:t>
                  </w:r>
                </w:p>
              </w:tc>
              <w:tc>
                <w:tcPr>
                  <w:tcW w:w="5670" w:type="dxa"/>
                </w:tcPr>
                <w:p w14:paraId="34CE8577" w14:textId="0659022E" w:rsidR="00DC371E" w:rsidRPr="002F7B2F" w:rsidRDefault="00DC371E" w:rsidP="00DC371E">
                  <w:pPr>
                    <w:pStyle w:val="SIText"/>
                  </w:pPr>
                  <w:r w:rsidRPr="00E211CB">
                    <w:t xml:space="preserve">Respond to emergency situations </w:t>
                  </w:r>
                </w:p>
              </w:tc>
            </w:tr>
          </w:tbl>
          <w:p w14:paraId="7F72BBEC" w14:textId="77777777" w:rsidR="00AC3C35" w:rsidRDefault="00AC3C35" w:rsidP="00AC3C35"/>
          <w:p w14:paraId="2471236F" w14:textId="77777777" w:rsidR="00AC3C35" w:rsidRDefault="00AC3C35" w:rsidP="00AC3C35">
            <w:pPr>
              <w:pStyle w:val="SITextHeading2"/>
            </w:pPr>
            <w:r w:rsidRPr="004D2710">
              <w:t>Prerequisite requirements</w:t>
            </w:r>
          </w:p>
          <w:p w14:paraId="335694EB" w14:textId="77777777" w:rsidR="00AC3C35" w:rsidRDefault="00AC3C35" w:rsidP="00AC3C35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08776E" w:rsidRPr="004D2710" w14:paraId="011A806A" w14:textId="77777777" w:rsidTr="001C5E00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42A7B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28178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B929E7" w:rsidRPr="003D3E14" w14:paraId="7739BD7E" w14:textId="77777777" w:rsidTr="001C5E00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F65C8D" w14:textId="0907843B" w:rsidR="00B929E7" w:rsidRPr="003D3E14" w:rsidRDefault="00B929E7" w:rsidP="00B929E7">
                  <w:pPr>
                    <w:pStyle w:val="SIText"/>
                  </w:pPr>
                  <w:r w:rsidRPr="00A448BF">
                    <w:t>RGRPSH204</w:t>
                  </w:r>
                  <w:r>
                    <w:t xml:space="preserve"> </w:t>
                  </w:r>
                  <w:r w:rsidRPr="00A448BF">
                    <w:t>Prepare to drive jog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97C7E" w14:textId="0068855B" w:rsidR="00B929E7" w:rsidRPr="003D3E14" w:rsidRDefault="00B929E7" w:rsidP="00B929E7">
                  <w:pPr>
                    <w:pStyle w:val="SIText"/>
                  </w:pPr>
                  <w:r w:rsidRPr="00A448BF">
                    <w:t>RGRPSH203 Perform basic driving tasks</w:t>
                  </w:r>
                </w:p>
              </w:tc>
            </w:tr>
            <w:tr w:rsidR="00B929E7" w:rsidRPr="003D3E14" w14:paraId="7B288B49" w14:textId="77777777" w:rsidTr="001C5E00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CA430" w14:textId="44D0B732" w:rsidR="00B929E7" w:rsidRPr="00D30BC5" w:rsidRDefault="00B929E7" w:rsidP="00B929E7">
                  <w:pPr>
                    <w:pStyle w:val="SIText"/>
                  </w:pPr>
                  <w:r w:rsidRPr="00A448BF">
                    <w:t>RGRPSH305</w:t>
                  </w:r>
                  <w:r>
                    <w:t xml:space="preserve"> </w:t>
                  </w:r>
                  <w:r w:rsidRPr="00A448BF">
                    <w:t>Develop driving skills for trackwork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381D5" w14:textId="1D0BBDFA" w:rsidR="00B929E7" w:rsidRPr="003D3E14" w:rsidRDefault="00B929E7" w:rsidP="00B929E7">
                  <w:pPr>
                    <w:pStyle w:val="SIText"/>
                  </w:pPr>
                  <w:r w:rsidRPr="00A448BF">
                    <w:t>RGRPSH204 Prepare to drive jog work</w:t>
                  </w:r>
                  <w:r>
                    <w:t>*</w:t>
                  </w:r>
                </w:p>
              </w:tc>
            </w:tr>
            <w:tr w:rsidR="00B929E7" w:rsidRPr="003D3E14" w14:paraId="5024A917" w14:textId="77777777" w:rsidTr="001C5E00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08952" w14:textId="6DD473AC" w:rsidR="00B929E7" w:rsidRPr="00D30BC5" w:rsidRDefault="00B929E7" w:rsidP="00B929E7">
                  <w:pPr>
                    <w:pStyle w:val="SIText"/>
                  </w:pPr>
                  <w:r w:rsidRPr="00A448BF">
                    <w:t>RGRPSH402</w:t>
                  </w:r>
                  <w:r>
                    <w:t xml:space="preserve"> </w:t>
                  </w:r>
                  <w:r w:rsidRPr="00A448BF">
                    <w:t>Drive horses in pacework and fast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C0F285" w14:textId="0A667138" w:rsidR="00B929E7" w:rsidRPr="003D3E14" w:rsidRDefault="00B929E7" w:rsidP="00B929E7">
                  <w:pPr>
                    <w:pStyle w:val="SIText"/>
                  </w:pPr>
                  <w:r w:rsidRPr="00A448BF">
                    <w:t>RGRPSH305 Develop driving skills for trackwork</w:t>
                  </w:r>
                  <w:r>
                    <w:t>*</w:t>
                  </w:r>
                </w:p>
              </w:tc>
            </w:tr>
            <w:tr w:rsidR="00B929E7" w:rsidRPr="003D3E14" w14:paraId="0E7FC26D" w14:textId="77777777" w:rsidTr="001C5E00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3070" w14:textId="5ACFE7DD" w:rsidR="00B929E7" w:rsidRPr="00D30BC5" w:rsidRDefault="00B929E7" w:rsidP="00B929E7">
                  <w:pPr>
                    <w:pStyle w:val="SIText"/>
                  </w:pPr>
                  <w:r w:rsidRPr="00A448BF">
                    <w:t>RGRPSH411</w:t>
                  </w:r>
                  <w:r>
                    <w:t xml:space="preserve"> </w:t>
                  </w:r>
                  <w:r w:rsidRPr="00A448BF">
                    <w:t>Prepare to drive horses in trials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279E" w14:textId="299379E2" w:rsidR="00B929E7" w:rsidRPr="003D3E14" w:rsidRDefault="00AB3667" w:rsidP="00B929E7">
                  <w:pPr>
                    <w:pStyle w:val="SIText"/>
                  </w:pPr>
                  <w:r w:rsidRPr="00A448BF">
                    <w:t>RGRPSH402</w:t>
                  </w:r>
                  <w:r>
                    <w:t xml:space="preserve"> </w:t>
                  </w:r>
                  <w:r w:rsidRPr="00A448BF">
                    <w:t>Drive horses in pacework and fast work</w:t>
                  </w:r>
                </w:p>
              </w:tc>
            </w:tr>
            <w:tr w:rsidR="00AB3667" w:rsidRPr="003D3E14" w14:paraId="539DA533" w14:textId="77777777" w:rsidTr="001C5E00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E6FED" w14:textId="61D788B1" w:rsidR="00AB3667" w:rsidRPr="00A448BF" w:rsidRDefault="00AB3667" w:rsidP="00AB3667">
                  <w:pPr>
                    <w:pStyle w:val="SIText"/>
                  </w:pPr>
                  <w:r w:rsidRPr="00A448BF">
                    <w:t>RGRPSH412</w:t>
                  </w:r>
                  <w:r>
                    <w:t xml:space="preserve"> </w:t>
                  </w:r>
                  <w:r w:rsidRPr="00A448BF">
                    <w:t>Prepare to drive horses in races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38BC54" w14:textId="019C2175" w:rsidR="00AB3667" w:rsidRPr="00A448BF" w:rsidRDefault="00AB3667" w:rsidP="00AB3667">
                  <w:pPr>
                    <w:pStyle w:val="SIText"/>
                  </w:pPr>
                  <w:r w:rsidRPr="00A448BF">
                    <w:t>RGRPSH410 Prepare for race driving</w:t>
                  </w:r>
                </w:p>
              </w:tc>
            </w:tr>
          </w:tbl>
          <w:p w14:paraId="2E2171B6" w14:textId="77777777" w:rsidR="0008776E" w:rsidRDefault="0008776E" w:rsidP="00AC3C35"/>
          <w:p w14:paraId="302D30E3" w14:textId="77777777" w:rsidR="00AC3C35" w:rsidRDefault="00AC3C35" w:rsidP="00AC3C35"/>
        </w:tc>
      </w:tr>
    </w:tbl>
    <w:p w14:paraId="6C4942A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12763B9" w14:textId="77777777" w:rsidTr="001C5E00">
              <w:trPr>
                <w:tblHeader/>
              </w:trPr>
              <w:tc>
                <w:tcPr>
                  <w:tcW w:w="1028" w:type="pct"/>
                </w:tcPr>
                <w:p w14:paraId="4E9DAB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B99A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86ADD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6B10C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B929E7" w:rsidRPr="00BC49BB" w14:paraId="2A0F182E" w14:textId="77777777" w:rsidTr="001C5E00">
              <w:tc>
                <w:tcPr>
                  <w:tcW w:w="1028" w:type="pct"/>
                </w:tcPr>
                <w:p w14:paraId="3F29A1B9" w14:textId="2B7B50A3" w:rsidR="00B929E7" w:rsidRPr="00923720" w:rsidRDefault="00B929E7" w:rsidP="00B929E7">
                  <w:pPr>
                    <w:pStyle w:val="SIText"/>
                  </w:pPr>
                  <w:r w:rsidRPr="00ED6095">
                    <w:t>RGR40318 Certificate IV in Racing (Harness Race Driver)</w:t>
                  </w:r>
                </w:p>
              </w:tc>
              <w:tc>
                <w:tcPr>
                  <w:tcW w:w="1105" w:type="pct"/>
                </w:tcPr>
                <w:p w14:paraId="3B2E172A" w14:textId="5E788095" w:rsidR="00B929E7" w:rsidRPr="00BC49BB" w:rsidRDefault="00B929E7" w:rsidP="00B929E7">
                  <w:pPr>
                    <w:pStyle w:val="SIText"/>
                  </w:pPr>
                  <w:r>
                    <w:t xml:space="preserve">RGR40308 </w:t>
                  </w:r>
                  <w:r w:rsidRPr="008012E9">
                    <w:t>Certificate IV in Racing (Harness Race Driver)</w:t>
                  </w:r>
                </w:p>
              </w:tc>
              <w:tc>
                <w:tcPr>
                  <w:tcW w:w="1398" w:type="pct"/>
                </w:tcPr>
                <w:p w14:paraId="70F0B639" w14:textId="77777777" w:rsidR="00B929E7" w:rsidRDefault="00834606" w:rsidP="00B929E7">
                  <w:pPr>
                    <w:pStyle w:val="SIText"/>
                  </w:pPr>
                  <w:r>
                    <w:t xml:space="preserve">Updated to meet </w:t>
                  </w:r>
                  <w:r w:rsidR="008913D1">
                    <w:t xml:space="preserve">Standards for Training Packages </w:t>
                  </w:r>
                </w:p>
                <w:p w14:paraId="723B81BE" w14:textId="5D8B91C1" w:rsidR="008913D1" w:rsidRPr="00BC49BB" w:rsidRDefault="008913D1" w:rsidP="00B929E7">
                  <w:pPr>
                    <w:pStyle w:val="SIText"/>
                  </w:pPr>
                  <w:r>
                    <w:t>Changes to core and electives</w:t>
                  </w:r>
                </w:p>
              </w:tc>
              <w:tc>
                <w:tcPr>
                  <w:tcW w:w="1469" w:type="pct"/>
                </w:tcPr>
                <w:p w14:paraId="6194F1DA" w14:textId="1A66D566" w:rsidR="00B929E7" w:rsidRPr="00BC49BB" w:rsidRDefault="008913D1" w:rsidP="00F26C77">
                  <w:pPr>
                    <w:pStyle w:val="SIText"/>
                  </w:pPr>
                  <w:r>
                    <w:t>E</w:t>
                  </w:r>
                  <w:r w:rsidR="00B929E7">
                    <w:t>quivalent 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8776E">
            <w:pPr>
              <w:pStyle w:val="SIText"/>
              <w:rPr>
                <w:b/>
              </w:rPr>
            </w:pPr>
            <w:r w:rsidRPr="000C13F1">
              <w:t>Links</w:t>
            </w:r>
          </w:p>
          <w:p w14:paraId="1A737169" w14:textId="4A548D3D" w:rsidR="000C13F1" w:rsidRDefault="00140954" w:rsidP="0008776E">
            <w:pPr>
              <w:pStyle w:val="SIText"/>
            </w:pPr>
            <w:r w:rsidRPr="00140954">
              <w:t>Companion Volumes, including Implementation Gu</w:t>
            </w:r>
            <w:r w:rsidR="0008776E">
              <w:t xml:space="preserve">ides, are available at VETNet: </w:t>
            </w:r>
            <w:r w:rsidR="0008776E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21583" w14:textId="77777777" w:rsidR="005B14FA" w:rsidRDefault="005B14FA" w:rsidP="00BF3F0A">
      <w:r>
        <w:separator/>
      </w:r>
    </w:p>
    <w:p w14:paraId="18200F78" w14:textId="77777777" w:rsidR="005B14FA" w:rsidRDefault="005B14FA"/>
  </w:endnote>
  <w:endnote w:type="continuationSeparator" w:id="0">
    <w:p w14:paraId="52848628" w14:textId="77777777" w:rsidR="005B14FA" w:rsidRDefault="005B14FA" w:rsidP="00BF3F0A">
      <w:r>
        <w:continuationSeparator/>
      </w:r>
    </w:p>
    <w:p w14:paraId="411B86AC" w14:textId="77777777" w:rsidR="005B14FA" w:rsidRDefault="005B14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31CA5E48" w:rsidR="001C5E00" w:rsidRDefault="001C5E00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6C77">
          <w:rPr>
            <w:noProof/>
          </w:rPr>
          <w:t>2</w:t>
        </w:r>
        <w:r>
          <w:rPr>
            <w:noProof/>
          </w:rPr>
          <w:fldChar w:fldCharType="end"/>
        </w:r>
      </w:p>
      <w:p w14:paraId="316731D1" w14:textId="77777777" w:rsidR="001C5E00" w:rsidRPr="008E1B41" w:rsidRDefault="001C5E00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5EEED9E5" w14:textId="77777777" w:rsidR="001C5E00" w:rsidRDefault="001C5E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56619" w14:textId="77777777" w:rsidR="005B14FA" w:rsidRDefault="005B14FA" w:rsidP="00BF3F0A">
      <w:r>
        <w:separator/>
      </w:r>
    </w:p>
    <w:p w14:paraId="13CAC053" w14:textId="77777777" w:rsidR="005B14FA" w:rsidRDefault="005B14FA"/>
  </w:footnote>
  <w:footnote w:type="continuationSeparator" w:id="0">
    <w:p w14:paraId="2A85D0D9" w14:textId="77777777" w:rsidR="005B14FA" w:rsidRDefault="005B14FA" w:rsidP="00BF3F0A">
      <w:r>
        <w:continuationSeparator/>
      </w:r>
    </w:p>
    <w:p w14:paraId="6AA9E6BA" w14:textId="77777777" w:rsidR="005B14FA" w:rsidRDefault="005B14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BB5A" w14:textId="3014F8AA" w:rsidR="001C5E00" w:rsidRPr="00AC3C35" w:rsidRDefault="001C5E00" w:rsidP="00AC3C35">
    <w:pPr>
      <w:pStyle w:val="Header"/>
    </w:pPr>
    <w:r>
      <w:t>RGR4</w:t>
    </w:r>
    <w:r w:rsidRPr="00AC3C35">
      <w:t>0</w:t>
    </w:r>
    <w:r>
      <w:t>3</w:t>
    </w:r>
    <w:r w:rsidRPr="00AC3C35">
      <w:t>18 Certificate I</w:t>
    </w:r>
    <w:r>
      <w:t>V</w:t>
    </w:r>
    <w:r w:rsidRPr="00AC3C35">
      <w:t xml:space="preserve"> in Racing (</w:t>
    </w:r>
    <w:r>
      <w:t>Harness Race Driver</w:t>
    </w:r>
    <w:r w:rsidRPr="00AC3C35">
      <w:t>)</w:t>
    </w:r>
  </w:p>
  <w:p w14:paraId="05867FF2" w14:textId="50893366" w:rsidR="001C5E00" w:rsidRPr="00AC3C35" w:rsidRDefault="001C5E00" w:rsidP="00AC3C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8776E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1C2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5E00"/>
    <w:rsid w:val="001E16BC"/>
    <w:rsid w:val="001F28F9"/>
    <w:rsid w:val="001F2BA5"/>
    <w:rsid w:val="001F308D"/>
    <w:rsid w:val="001F7BB0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05141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0F71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B3D30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232A"/>
    <w:rsid w:val="005A3AA5"/>
    <w:rsid w:val="005A6C9C"/>
    <w:rsid w:val="005A74DC"/>
    <w:rsid w:val="005B119D"/>
    <w:rsid w:val="005B14FA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F110D"/>
    <w:rsid w:val="00705EEC"/>
    <w:rsid w:val="00707741"/>
    <w:rsid w:val="00722769"/>
    <w:rsid w:val="00727901"/>
    <w:rsid w:val="0073075B"/>
    <w:rsid w:val="007341FF"/>
    <w:rsid w:val="007404E9"/>
    <w:rsid w:val="007444CF"/>
    <w:rsid w:val="00745591"/>
    <w:rsid w:val="0076523B"/>
    <w:rsid w:val="00770C15"/>
    <w:rsid w:val="00771B60"/>
    <w:rsid w:val="00781D77"/>
    <w:rsid w:val="007860B7"/>
    <w:rsid w:val="00786DC8"/>
    <w:rsid w:val="007A1149"/>
    <w:rsid w:val="007A1EA7"/>
    <w:rsid w:val="007D5A78"/>
    <w:rsid w:val="007E3BD1"/>
    <w:rsid w:val="007F1563"/>
    <w:rsid w:val="007F1671"/>
    <w:rsid w:val="007F44DB"/>
    <w:rsid w:val="007F5A8B"/>
    <w:rsid w:val="00817D51"/>
    <w:rsid w:val="00823530"/>
    <w:rsid w:val="00823FF4"/>
    <w:rsid w:val="008306E7"/>
    <w:rsid w:val="00834606"/>
    <w:rsid w:val="00834BC8"/>
    <w:rsid w:val="00837FD6"/>
    <w:rsid w:val="00847B60"/>
    <w:rsid w:val="00850243"/>
    <w:rsid w:val="008545EB"/>
    <w:rsid w:val="00856837"/>
    <w:rsid w:val="00865011"/>
    <w:rsid w:val="00883C6C"/>
    <w:rsid w:val="0088421E"/>
    <w:rsid w:val="00886790"/>
    <w:rsid w:val="008908DE"/>
    <w:rsid w:val="008913D1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B3667"/>
    <w:rsid w:val="00AC0696"/>
    <w:rsid w:val="00AC3C35"/>
    <w:rsid w:val="00AC4C98"/>
    <w:rsid w:val="00AC5F6B"/>
    <w:rsid w:val="00AD3896"/>
    <w:rsid w:val="00AD5B47"/>
    <w:rsid w:val="00AD6A1D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29E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7D4E"/>
    <w:rsid w:val="00D115AA"/>
    <w:rsid w:val="00D139FF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371E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26C77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E7BEB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874980E-3D1F-4790-880C-7C82D4C4B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5892EF-FFD7-4740-8E80-55095CAE5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119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Lucinda O'Brien</cp:lastModifiedBy>
  <cp:revision>9</cp:revision>
  <cp:lastPrinted>2016-05-27T05:21:00Z</cp:lastPrinted>
  <dcterms:created xsi:type="dcterms:W3CDTF">2017-10-06T05:46:00Z</dcterms:created>
  <dcterms:modified xsi:type="dcterms:W3CDTF">2017-11-29T05:34:00Z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